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A5" w:rsidRDefault="00CC14A5" w:rsidP="00CC14A5"/>
    <w:p w:rsidR="005E38CA" w:rsidRDefault="005E38CA" w:rsidP="00CC14A5"/>
    <w:p w:rsidR="005E38CA" w:rsidRDefault="00FA374F" w:rsidP="00CC14A5">
      <w:r>
        <w:br w:type="textWrapping" w:clear="all"/>
      </w:r>
    </w:p>
    <w:p w:rsidR="005E38CA" w:rsidRDefault="005E38CA" w:rsidP="00CC14A5"/>
    <w:p w:rsidR="005E38CA" w:rsidRDefault="005E38CA" w:rsidP="00CC14A5"/>
    <w:p w:rsidR="005E38CA" w:rsidRDefault="005E38CA" w:rsidP="00CC14A5"/>
    <w:p w:rsidR="00CC14A5" w:rsidRDefault="00CC14A5" w:rsidP="00CC14A5"/>
    <w:p w:rsidR="00CC14A5" w:rsidRDefault="00CC14A5" w:rsidP="00CC14A5"/>
    <w:p w:rsidR="00CC14A5" w:rsidRDefault="00D402B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4E32A9">
        <w:rPr>
          <w:spacing w:val="0"/>
          <w:position w:val="0"/>
        </w:rPr>
        <w:t>Peedu Puiduladu</w:t>
      </w:r>
      <w:r>
        <w:rPr>
          <w:spacing w:val="0"/>
          <w:position w:val="0"/>
        </w:rPr>
        <w:t xml:space="preserve"> OÜ</w:t>
      </w:r>
      <w:r w:rsidR="00CC14A5">
        <w:rPr>
          <w:spacing w:val="0"/>
          <w:position w:val="0"/>
        </w:rPr>
        <w:t xml:space="preserve"> vahel</w:t>
      </w:r>
      <w:r w:rsidR="005D2480">
        <w:rPr>
          <w:spacing w:val="0"/>
          <w:position w:val="0"/>
        </w:rPr>
        <w:t>19</w:t>
      </w:r>
      <w:r>
        <w:rPr>
          <w:spacing w:val="0"/>
          <w:position w:val="0"/>
        </w:rPr>
        <w:t>.</w:t>
      </w:r>
      <w:r w:rsidR="00B20BB9">
        <w:rPr>
          <w:spacing w:val="0"/>
          <w:position w:val="0"/>
        </w:rPr>
        <w:t>1</w:t>
      </w:r>
      <w:r w:rsidR="005D2480">
        <w:rPr>
          <w:spacing w:val="0"/>
          <w:position w:val="0"/>
        </w:rPr>
        <w:t>2</w:t>
      </w:r>
      <w:r>
        <w:rPr>
          <w:spacing w:val="0"/>
          <w:position w:val="0"/>
        </w:rPr>
        <w:t>.202</w:t>
      </w:r>
      <w:r w:rsidR="00B20BB9">
        <w:rPr>
          <w:spacing w:val="0"/>
          <w:position w:val="0"/>
        </w:rPr>
        <w:t>4</w:t>
      </w:r>
      <w:r w:rsidR="00855A5C">
        <w:rPr>
          <w:spacing w:val="0"/>
          <w:position w:val="0"/>
        </w:rPr>
        <w:t>. a.</w:t>
      </w:r>
      <w:r w:rsidR="00CC14A5">
        <w:rPr>
          <w:spacing w:val="0"/>
          <w:position w:val="0"/>
        </w:rPr>
        <w:t xml:space="preserve"> sõlmitud</w:t>
      </w:r>
    </w:p>
    <w:p w:rsidR="00CC14A5" w:rsidRPr="00235055" w:rsidRDefault="00D402B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müügilepingule nr 6-27/202</w:t>
      </w:r>
      <w:r w:rsidR="00B20BB9">
        <w:rPr>
          <w:spacing w:val="0"/>
          <w:position w:val="0"/>
        </w:rPr>
        <w:t>4</w:t>
      </w:r>
      <w:r>
        <w:rPr>
          <w:spacing w:val="0"/>
          <w:position w:val="0"/>
        </w:rPr>
        <w:t>/</w:t>
      </w:r>
      <w:r w:rsidR="005D2480">
        <w:rPr>
          <w:spacing w:val="0"/>
          <w:position w:val="0"/>
        </w:rPr>
        <w:t>84</w:t>
      </w:r>
    </w:p>
    <w:p w:rsidR="00CC14A5" w:rsidRDefault="00CC14A5" w:rsidP="00CC14A5"/>
    <w:p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977702" w:rsidRDefault="00977702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CC14A5" w:rsidRDefault="00CC14A5">
      <w:pPr>
        <w:rPr>
          <w:b/>
          <w:bCs/>
        </w:rPr>
      </w:pPr>
    </w:p>
    <w:p w:rsidR="00977702" w:rsidRDefault="00977702">
      <w:pPr>
        <w:rPr>
          <w:b/>
          <w:bCs/>
        </w:rPr>
      </w:pPr>
    </w:p>
    <w:p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16"/>
        <w:gridCol w:w="4309"/>
      </w:tblGrid>
      <w:tr w:rsidR="004D7333" w:rsidTr="00E6175F">
        <w:trPr>
          <w:cantSplit/>
          <w:trHeight w:val="284"/>
        </w:trPr>
        <w:tc>
          <w:tcPr>
            <w:tcW w:w="5216" w:type="dxa"/>
            <w:vMerge w:val="restart"/>
          </w:tcPr>
          <w:p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  <w:r w:rsidR="00F644E2">
              <w:t xml:space="preserve"> 6-27/202</w:t>
            </w:r>
            <w:r w:rsidR="00B20BB9">
              <w:t>4</w:t>
            </w:r>
            <w:r w:rsidR="00F644E2">
              <w:t>/</w:t>
            </w:r>
            <w:r w:rsidR="005D2480">
              <w:t>84</w:t>
            </w:r>
            <w:r w:rsidR="00507375">
              <w:t>-1</w:t>
            </w:r>
          </w:p>
          <w:p w:rsidR="004D7333" w:rsidRDefault="004D7333" w:rsidP="00E6175F"/>
        </w:tc>
        <w:tc>
          <w:tcPr>
            <w:tcW w:w="4309" w:type="dxa"/>
            <w:vMerge w:val="restart"/>
          </w:tcPr>
          <w:p w:rsidR="004D7333" w:rsidRDefault="004D7333" w:rsidP="00E6175F">
            <w:r>
              <w:rPr>
                <w:rFonts w:ascii="Arial" w:hAnsi="Arial" w:cs="Arial"/>
              </w:rPr>
              <w:br/>
            </w:r>
            <w:r>
              <w:br/>
            </w:r>
            <w:r w:rsidR="008C09E9">
              <w:t>30</w:t>
            </w:r>
            <w:r w:rsidR="00C72458">
              <w:t>.</w:t>
            </w:r>
            <w:r w:rsidR="008C09E9">
              <w:t>12</w:t>
            </w:r>
            <w:r w:rsidR="00C72458">
              <w:t>.202</w:t>
            </w:r>
            <w:r w:rsidR="008C09E9">
              <w:t>4</w:t>
            </w:r>
          </w:p>
        </w:tc>
      </w:tr>
      <w:tr w:rsidR="004D7333" w:rsidTr="00E6175F">
        <w:trPr>
          <w:cantSplit/>
          <w:trHeight w:val="740"/>
        </w:trPr>
        <w:tc>
          <w:tcPr>
            <w:tcW w:w="5216" w:type="dxa"/>
            <w:vMerge/>
          </w:tcPr>
          <w:p w:rsidR="004D7333" w:rsidRDefault="004D7333" w:rsidP="00E6175F"/>
        </w:tc>
        <w:tc>
          <w:tcPr>
            <w:tcW w:w="4309" w:type="dxa"/>
            <w:vMerge/>
          </w:tcPr>
          <w:p w:rsidR="004D7333" w:rsidRDefault="004D7333" w:rsidP="00E6175F"/>
        </w:tc>
      </w:tr>
    </w:tbl>
    <w:p w:rsidR="004D7333" w:rsidRDefault="004D7333">
      <w:pPr>
        <w:rPr>
          <w:b/>
          <w:bCs/>
        </w:rPr>
      </w:pPr>
    </w:p>
    <w:p w:rsidR="00710F3F" w:rsidRDefault="00D402B3">
      <w:pPr>
        <w:rPr>
          <w:b/>
          <w:bCs/>
        </w:rPr>
      </w:pPr>
      <w:r>
        <w:rPr>
          <w:b/>
          <w:bCs/>
        </w:rPr>
        <w:t>Ü</w:t>
      </w:r>
      <w:r w:rsidR="00677841">
        <w:rPr>
          <w:b/>
          <w:bCs/>
        </w:rPr>
        <w:t>leandmine-vastuvõtmine</w:t>
      </w:r>
    </w:p>
    <w:p w:rsidR="004D6A17" w:rsidRDefault="004D6A17"/>
    <w:p w:rsidR="00710F3F" w:rsidRDefault="00710F3F">
      <w:pPr>
        <w:rPr>
          <w:sz w:val="26"/>
        </w:rPr>
      </w:pPr>
    </w:p>
    <w:p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:rsidR="00710F3F" w:rsidRDefault="00D402B3" w:rsidP="007B3EA9">
      <w:pPr>
        <w:jc w:val="both"/>
      </w:pPr>
      <w:r>
        <w:lastRenderedPageBreak/>
        <w:t>1. Käesolevaga Müüja annab üle ja Ostja</w:t>
      </w:r>
      <w:r w:rsidR="00A25200">
        <w:t xml:space="preserve"> võ</w:t>
      </w:r>
      <w:r>
        <w:t xml:space="preserve">tab vastu RMK ja </w:t>
      </w:r>
      <w:r w:rsidR="004E32A9">
        <w:t>Peedu Puiduladu</w:t>
      </w:r>
      <w:r>
        <w:t xml:space="preserve"> OÜ</w:t>
      </w:r>
      <w:r w:rsidR="00710F3F">
        <w:t xml:space="preserve"> vahel</w:t>
      </w:r>
      <w:r w:rsidR="004E32A9">
        <w:t>19</w:t>
      </w:r>
      <w:r>
        <w:t>.</w:t>
      </w:r>
      <w:r w:rsidR="008C09E9">
        <w:t>1</w:t>
      </w:r>
      <w:r w:rsidR="004E32A9">
        <w:t>2</w:t>
      </w:r>
      <w:r>
        <w:t>.202</w:t>
      </w:r>
      <w:r w:rsidR="008C09E9">
        <w:t>4</w:t>
      </w:r>
      <w:r>
        <w:t xml:space="preserve"> a sõlmitud müügi</w:t>
      </w:r>
      <w:r w:rsidR="00710F3F">
        <w:t>lepingu nr</w:t>
      </w:r>
      <w:r>
        <w:t>6-27/202</w:t>
      </w:r>
      <w:r w:rsidR="008C09E9">
        <w:t>4</w:t>
      </w:r>
      <w:r>
        <w:t>/</w:t>
      </w:r>
      <w:r w:rsidR="004E32A9">
        <w:t>84</w:t>
      </w:r>
      <w:r>
        <w:t>kohaselt tehtud järgmise lepingu objekti</w:t>
      </w:r>
      <w:r w:rsidR="00710F3F">
        <w:t>:</w:t>
      </w:r>
    </w:p>
    <w:p w:rsidR="00710F3F" w:rsidRDefault="00710F3F">
      <w:pPr>
        <w:jc w:val="both"/>
      </w:pPr>
    </w:p>
    <w:p w:rsidR="007F69C9" w:rsidRDefault="00390F22" w:rsidP="00D402B3">
      <w:pPr>
        <w:pStyle w:val="ListParagraph"/>
        <w:numPr>
          <w:ilvl w:val="1"/>
          <w:numId w:val="5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szCs w:val="24"/>
        </w:rPr>
        <w:t xml:space="preserve">puitmaterjal koos tarnimise ja mahalaadimisega </w:t>
      </w:r>
      <w:r w:rsidRPr="000A45C5">
        <w:rPr>
          <w:szCs w:val="24"/>
        </w:rPr>
        <w:t>vastavalt hanke alusdokumentides toodud kirjeldusele ja müüja hinnapakkumusele</w:t>
      </w:r>
      <w:r w:rsidR="00507375" w:rsidRPr="00D402B3">
        <w:rPr>
          <w:b/>
          <w:bCs/>
          <w:kern w:val="16"/>
        </w:rPr>
        <w:t>:</w:t>
      </w:r>
    </w:p>
    <w:p w:rsidR="0094054A" w:rsidRPr="0094054A" w:rsidRDefault="0094054A" w:rsidP="0094054A">
      <w:pPr>
        <w:pStyle w:val="ListParagraph"/>
        <w:numPr>
          <w:ilvl w:val="2"/>
          <w:numId w:val="5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b/>
          <w:bCs/>
          <w:kern w:val="16"/>
        </w:rPr>
        <w:t>Lõuna-Eesti piirkond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1440"/>
        <w:gridCol w:w="1385"/>
        <w:gridCol w:w="1134"/>
        <w:gridCol w:w="1134"/>
        <w:gridCol w:w="851"/>
        <w:gridCol w:w="850"/>
        <w:gridCol w:w="1134"/>
        <w:gridCol w:w="1134"/>
      </w:tblGrid>
      <w:tr w:rsidR="0084291E" w:rsidRPr="00E80CB3" w:rsidTr="0084291E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Materjali nimetus</w:t>
            </w:r>
          </w:p>
        </w:tc>
        <w:tc>
          <w:tcPr>
            <w:tcW w:w="365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Spetsifikatsioon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E80CB3" w:rsidRPr="00E80CB3" w:rsidTr="0084291E">
        <w:trPr>
          <w:trHeight w:val="850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Pruss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kogus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ühiku hind km-ta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hind kokku km-ta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23,63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708,9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378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100x100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19,95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1396,5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630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19,95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1596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14,96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1645,6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1008</w:t>
            </w:r>
          </w:p>
        </w:tc>
      </w:tr>
      <w:tr w:rsidR="00E80CB3" w:rsidRPr="00E80CB3" w:rsidTr="0084291E">
        <w:trPr>
          <w:trHeight w:val="30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50x50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105,2</w:t>
            </w:r>
          </w:p>
        </w:tc>
      </w:tr>
      <w:tr w:rsidR="00E80CB3" w:rsidRPr="00E80CB3" w:rsidTr="0084291E">
        <w:trPr>
          <w:trHeight w:val="300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25x125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459,9</w:t>
            </w:r>
          </w:p>
        </w:tc>
      </w:tr>
      <w:tr w:rsidR="00E80CB3" w:rsidRPr="00E80CB3" w:rsidTr="0084291E">
        <w:trPr>
          <w:trHeight w:val="29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Pruun terrassilaud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480</w:t>
            </w:r>
          </w:p>
        </w:tc>
      </w:tr>
      <w:tr w:rsidR="00E80CB3" w:rsidRPr="00E80CB3" w:rsidTr="0084291E">
        <w:trPr>
          <w:trHeight w:val="30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Pruun terrassilaud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4200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756</w:t>
            </w:r>
          </w:p>
        </w:tc>
      </w:tr>
      <w:tr w:rsidR="0084291E" w:rsidRPr="00E80CB3" w:rsidTr="0084291E">
        <w:trPr>
          <w:trHeight w:val="310"/>
        </w:trPr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Transport koos mahalaadimisega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1472</w:t>
            </w:r>
          </w:p>
        </w:tc>
      </w:tr>
      <w:tr w:rsidR="00E80CB3" w:rsidRPr="00E80CB3" w:rsidTr="0084291E">
        <w:trPr>
          <w:trHeight w:val="300"/>
        </w:trPr>
        <w:tc>
          <w:tcPr>
            <w:tcW w:w="679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Lõuna-Eesti piirkond kokku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Kokku ilma-km-ta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0CB3" w:rsidRPr="00E80CB3" w:rsidRDefault="00E80CB3" w:rsidP="00E80CB3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E80CB3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10636,1</w:t>
            </w:r>
          </w:p>
        </w:tc>
      </w:tr>
    </w:tbl>
    <w:p w:rsidR="00710F3F" w:rsidRDefault="00F4160B" w:rsidP="00F4160B">
      <w:pPr>
        <w:pStyle w:val="ListParagraph"/>
        <w:numPr>
          <w:ilvl w:val="2"/>
          <w:numId w:val="5"/>
        </w:numPr>
        <w:jc w:val="both"/>
      </w:pPr>
      <w:r>
        <w:lastRenderedPageBreak/>
        <w:t>Lääne-Eesti piirkond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1216"/>
        <w:gridCol w:w="1785"/>
        <w:gridCol w:w="1075"/>
        <w:gridCol w:w="905"/>
        <w:gridCol w:w="905"/>
        <w:gridCol w:w="905"/>
        <w:gridCol w:w="996"/>
        <w:gridCol w:w="1134"/>
      </w:tblGrid>
      <w:tr w:rsidR="00F80899" w:rsidRPr="00F80899" w:rsidTr="0084291E">
        <w:trPr>
          <w:trHeight w:val="580"/>
        </w:trPr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Materjali nimetus</w:t>
            </w:r>
          </w:p>
        </w:tc>
        <w:tc>
          <w:tcPr>
            <w:tcW w:w="376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Spetsifikatsioon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F80899" w:rsidRPr="00F80899" w:rsidTr="0084291E">
        <w:trPr>
          <w:trHeight w:val="850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Pruss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kogus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ühiku hind km-ta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hind kokku-km-ta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23,63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590,75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100x150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787,5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100x100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19,95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798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19,95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498,75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504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65,75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sing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45x195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127,7</w:t>
            </w:r>
          </w:p>
        </w:tc>
      </w:tr>
      <w:tr w:rsidR="00F80899" w:rsidRPr="00F80899" w:rsidTr="0084291E">
        <w:trPr>
          <w:trHeight w:val="310"/>
        </w:trPr>
        <w:tc>
          <w:tcPr>
            <w:tcW w:w="1216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25x125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240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1576,8</w:t>
            </w:r>
          </w:p>
        </w:tc>
      </w:tr>
      <w:tr w:rsidR="00F80899" w:rsidRPr="00F80899" w:rsidTr="0084291E">
        <w:trPr>
          <w:trHeight w:val="57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terrassilaud pruun toon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4200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252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25x150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236,4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25x100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52,5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22x100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138,6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0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22x150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346,5</w:t>
            </w:r>
          </w:p>
        </w:tc>
      </w:tr>
      <w:tr w:rsidR="00F80899" w:rsidRPr="00F80899" w:rsidTr="0084291E">
        <w:trPr>
          <w:trHeight w:val="310"/>
        </w:trPr>
        <w:tc>
          <w:tcPr>
            <w:tcW w:w="1216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freespostid teritatud otstega</w:t>
            </w: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2100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890</w:t>
            </w:r>
          </w:p>
        </w:tc>
      </w:tr>
      <w:tr w:rsidR="00F80899" w:rsidRPr="00F80899" w:rsidTr="0084291E">
        <w:trPr>
          <w:trHeight w:val="30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872</w:t>
            </w:r>
          </w:p>
        </w:tc>
      </w:tr>
      <w:tr w:rsidR="00F80899" w:rsidRPr="00F80899" w:rsidTr="0084291E">
        <w:trPr>
          <w:trHeight w:val="560"/>
        </w:trPr>
        <w:tc>
          <w:tcPr>
            <w:tcW w:w="1216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0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d-125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35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17,27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604,45</w:t>
            </w:r>
          </w:p>
        </w:tc>
      </w:tr>
      <w:tr w:rsidR="00F80899" w:rsidRPr="00F80899" w:rsidTr="0084291E">
        <w:trPr>
          <w:trHeight w:val="310"/>
        </w:trPr>
        <w:tc>
          <w:tcPr>
            <w:tcW w:w="3001" w:type="dxa"/>
            <w:gridSpan w:val="2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Transport koos mahalaadimisega</w:t>
            </w:r>
          </w:p>
        </w:tc>
        <w:tc>
          <w:tcPr>
            <w:tcW w:w="10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1506</w:t>
            </w:r>
          </w:p>
        </w:tc>
      </w:tr>
      <w:tr w:rsidR="00F80899" w:rsidRPr="00F80899" w:rsidTr="0084291E">
        <w:trPr>
          <w:trHeight w:val="310"/>
        </w:trPr>
        <w:tc>
          <w:tcPr>
            <w:tcW w:w="679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Lääne-Eesti piirkond kokku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Kokku ilma-km-ta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899" w:rsidRPr="00F80899" w:rsidRDefault="00F80899" w:rsidP="00F80899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F8089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9847,7</w:t>
            </w:r>
          </w:p>
        </w:tc>
      </w:tr>
    </w:tbl>
    <w:p w:rsidR="00E6760E" w:rsidRDefault="00E6760E" w:rsidP="00E6760E">
      <w:pPr>
        <w:jc w:val="both"/>
      </w:pPr>
    </w:p>
    <w:p w:rsidR="00F4160B" w:rsidRDefault="00E6760E" w:rsidP="00F4160B">
      <w:pPr>
        <w:pStyle w:val="ListParagraph"/>
        <w:numPr>
          <w:ilvl w:val="2"/>
          <w:numId w:val="5"/>
        </w:numPr>
        <w:jc w:val="both"/>
      </w:pPr>
      <w:r>
        <w:t>Põhja-Eesti piirkond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1320"/>
        <w:gridCol w:w="1505"/>
        <w:gridCol w:w="1134"/>
        <w:gridCol w:w="993"/>
        <w:gridCol w:w="708"/>
        <w:gridCol w:w="993"/>
        <w:gridCol w:w="1134"/>
        <w:gridCol w:w="1134"/>
      </w:tblGrid>
      <w:tr w:rsidR="0084291E" w:rsidRPr="0084291E" w:rsidTr="0084291E">
        <w:trPr>
          <w:trHeight w:val="580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Materjali nimetus</w:t>
            </w:r>
          </w:p>
        </w:tc>
        <w:tc>
          <w:tcPr>
            <w:tcW w:w="363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Spetsifikatsioon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84291E" w:rsidRPr="0084291E" w:rsidTr="0084291E">
        <w:trPr>
          <w:trHeight w:val="850"/>
        </w:trPr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Pruss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kogus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ühiku hind km-ta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hind kokku-km-ta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23,63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2173,96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120x120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16,41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328,2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4200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567</w:t>
            </w:r>
          </w:p>
        </w:tc>
      </w:tr>
      <w:tr w:rsidR="0084291E" w:rsidRPr="0084291E" w:rsidTr="0084291E">
        <w:trPr>
          <w:trHeight w:val="31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Immutatud freespostid teritatud otstega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592,5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 poolitatud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6,74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505,5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545</w:t>
            </w:r>
          </w:p>
        </w:tc>
      </w:tr>
      <w:tr w:rsidR="0084291E" w:rsidRPr="0084291E" w:rsidTr="0084291E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</w:t>
            </w:r>
          </w:p>
        </w:tc>
      </w:tr>
      <w:tr w:rsidR="0084291E" w:rsidRPr="0084291E" w:rsidTr="0084291E">
        <w:trPr>
          <w:trHeight w:val="550"/>
        </w:trPr>
        <w:tc>
          <w:tcPr>
            <w:tcW w:w="2825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Transport koos mahalaadimisega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center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580</w:t>
            </w:r>
          </w:p>
        </w:tc>
      </w:tr>
      <w:tr w:rsidR="0084291E" w:rsidRPr="0084291E" w:rsidTr="0084291E">
        <w:trPr>
          <w:trHeight w:val="580"/>
        </w:trPr>
        <w:tc>
          <w:tcPr>
            <w:tcW w:w="6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lastRenderedPageBreak/>
              <w:t>Põhja-Eesti piirkond kokku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91E" w:rsidRPr="0084291E" w:rsidRDefault="0084291E" w:rsidP="0084291E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Kokku ilma km-ta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291E" w:rsidRPr="0084291E" w:rsidRDefault="0084291E" w:rsidP="0084291E">
            <w:pPr>
              <w:jc w:val="right"/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84291E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9492,16</w:t>
            </w:r>
          </w:p>
        </w:tc>
      </w:tr>
    </w:tbl>
    <w:p w:rsidR="00F80899" w:rsidRDefault="00F80899" w:rsidP="00F80899">
      <w:pPr>
        <w:jc w:val="both"/>
      </w:pPr>
    </w:p>
    <w:p w:rsidR="00710F3F" w:rsidRDefault="00CA5492">
      <w:pPr>
        <w:jc w:val="both"/>
      </w:pPr>
      <w:r>
        <w:t>2. Ostja</w:t>
      </w:r>
      <w:r w:rsidR="00D402B3">
        <w:t xml:space="preserve"> tasub </w:t>
      </w:r>
      <w:r w:rsidR="00D4069B">
        <w:t>kauba</w:t>
      </w:r>
      <w:r w:rsidR="00D402B3">
        <w:t xml:space="preserve"> eest </w:t>
      </w:r>
      <w:r w:rsidR="00D4069B">
        <w:rPr>
          <w:szCs w:val="24"/>
        </w:rPr>
        <w:t>29975,96</w:t>
      </w:r>
      <w:r w:rsidR="00D4069B" w:rsidRPr="000A45C5">
        <w:rPr>
          <w:szCs w:val="24"/>
        </w:rPr>
        <w:t xml:space="preserve"> (</w:t>
      </w:r>
      <w:r w:rsidR="00D4069B">
        <w:rPr>
          <w:szCs w:val="24"/>
        </w:rPr>
        <w:t>kakskümmend üheksa tuhat üheksasada seitsekümmend viis, 96</w:t>
      </w:r>
      <w:r w:rsidR="00D4069B" w:rsidRPr="000A45C5">
        <w:rPr>
          <w:szCs w:val="24"/>
        </w:rPr>
        <w:t>) eurot</w:t>
      </w:r>
      <w:r w:rsidR="00507375" w:rsidRPr="00380D5F">
        <w:rPr>
          <w:spacing w:val="0"/>
        </w:rPr>
        <w:t>.</w:t>
      </w:r>
      <w:r w:rsidR="00D402B3">
        <w:rPr>
          <w:spacing w:val="0"/>
        </w:rPr>
        <w:t xml:space="preserve"> Hinnale lisandub käibemaks.</w:t>
      </w:r>
    </w:p>
    <w:p w:rsidR="00710F3F" w:rsidRDefault="00710F3F">
      <w:pPr>
        <w:jc w:val="both"/>
      </w:pPr>
    </w:p>
    <w:p w:rsidR="002B1C71" w:rsidRDefault="002B1C71">
      <w:pPr>
        <w:jc w:val="both"/>
      </w:pPr>
    </w:p>
    <w:p w:rsidR="00710F3F" w:rsidRDefault="00710F3F">
      <w:pPr>
        <w:jc w:val="both"/>
      </w:pPr>
    </w:p>
    <w:p w:rsidR="00710F3F" w:rsidRDefault="00C74E91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  <w:r>
        <w:t>3. Akt on</w:t>
      </w:r>
      <w:r w:rsidR="00007E96">
        <w:t xml:space="preserve"> allkirjastatud digitaalselt.</w:t>
      </w:r>
    </w:p>
    <w:p w:rsidR="00710F3F" w:rsidRDefault="00710F3F"/>
    <w:p w:rsidR="00710F3F" w:rsidRDefault="00677841" w:rsidP="00AF2200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:rsidR="003066C3" w:rsidRDefault="003066C3">
      <w:pPr>
        <w:tabs>
          <w:tab w:val="left" w:pos="4320"/>
        </w:tabs>
        <w:jc w:val="both"/>
        <w:rPr>
          <w:b/>
        </w:rPr>
      </w:pPr>
    </w:p>
    <w:p w:rsidR="0018170F" w:rsidRDefault="009000F2">
      <w:pPr>
        <w:tabs>
          <w:tab w:val="left" w:pos="4320"/>
        </w:tabs>
        <w:jc w:val="both"/>
      </w:pPr>
      <w:r>
        <w:t>/allkirjastatud digitaalselt/                         /allkirjastatud digitaalselt</w:t>
      </w:r>
      <w:r w:rsidR="00A7670F">
        <w:t>/</w:t>
      </w:r>
    </w:p>
    <w:p w:rsidR="00710F3F" w:rsidRPr="00A050ED" w:rsidRDefault="00D402B3">
      <w:pPr>
        <w:tabs>
          <w:tab w:val="left" w:pos="4320"/>
        </w:tabs>
        <w:jc w:val="both"/>
      </w:pPr>
      <w:r>
        <w:t>Marge R</w:t>
      </w:r>
      <w:r w:rsidR="00A7670F">
        <w:t>ebane</w:t>
      </w:r>
      <w:r w:rsidR="006B0B7E">
        <w:tab/>
      </w:r>
      <w:r w:rsidR="00DE7E62">
        <w:t>Erik Kuningas</w:t>
      </w:r>
    </w:p>
    <w:p w:rsidR="007B3EA9" w:rsidRDefault="00507375" w:rsidP="007B3EA9">
      <w:pPr>
        <w:rPr>
          <w:spacing w:val="0"/>
        </w:rPr>
      </w:pPr>
      <w:r w:rsidRPr="00343EA3">
        <w:rPr>
          <w:spacing w:val="0"/>
        </w:rPr>
        <w:t xml:space="preserve">RMK </w:t>
      </w:r>
      <w:r w:rsidR="00D402B3">
        <w:rPr>
          <w:spacing w:val="0"/>
        </w:rPr>
        <w:t>külastuskorraldusosakond</w:t>
      </w:r>
      <w:r w:rsidR="0018170F">
        <w:rPr>
          <w:spacing w:val="0"/>
        </w:rPr>
        <w:tab/>
      </w:r>
      <w:r w:rsidR="0018170F">
        <w:rPr>
          <w:spacing w:val="0"/>
        </w:rPr>
        <w:tab/>
      </w:r>
      <w:r w:rsidR="00DE7E62">
        <w:rPr>
          <w:spacing w:val="0"/>
        </w:rPr>
        <w:t>Peedu Puiduladu OÜ</w:t>
      </w:r>
    </w:p>
    <w:p w:rsidR="00D402B3" w:rsidRPr="00AF2200" w:rsidRDefault="00A7670F" w:rsidP="007B3EA9">
      <w:pPr>
        <w:rPr>
          <w:i/>
          <w:iCs/>
        </w:rPr>
      </w:pPr>
      <w:r>
        <w:rPr>
          <w:spacing w:val="0"/>
        </w:rPr>
        <w:t>taristuspetsialist</w:t>
      </w:r>
    </w:p>
    <w:p w:rsidR="007B3EA9" w:rsidRDefault="007B3EA9">
      <w:pPr>
        <w:rPr>
          <w:i/>
          <w:iCs/>
        </w:rPr>
      </w:pPr>
    </w:p>
    <w:p w:rsidR="00710F3F" w:rsidRDefault="00710F3F">
      <w:pPr>
        <w:rPr>
          <w:i/>
          <w:iCs/>
        </w:rPr>
      </w:pPr>
    </w:p>
    <w:sectPr w:rsidR="00710F3F" w:rsidSect="00385CD9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03" w:rsidRDefault="00D76203">
      <w:r>
        <w:separator/>
      </w:r>
    </w:p>
  </w:endnote>
  <w:endnote w:type="continuationSeparator" w:id="1">
    <w:p w:rsidR="00D76203" w:rsidRDefault="00D76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03" w:rsidRDefault="00D76203">
      <w:r>
        <w:separator/>
      </w:r>
    </w:p>
  </w:footnote>
  <w:footnote w:type="continuationSeparator" w:id="1">
    <w:p w:rsidR="00D76203" w:rsidRDefault="00D76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385CD9">
    <w:pPr>
      <w:pStyle w:val="Header"/>
    </w:pPr>
    <w:r>
      <w:fldChar w:fldCharType="begin"/>
    </w:r>
    <w:r w:rsidR="009C4537">
      <w:instrText xml:space="preserve"> PAGE </w:instrText>
    </w:r>
    <w:r>
      <w:fldChar w:fldCharType="separate"/>
    </w:r>
    <w:r w:rsidR="001D0F20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9C4537" w:rsidP="002131A5">
    <w:pPr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37" w:rsidRDefault="009C4537">
    <w:pP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4A86F1A"/>
    <w:multiLevelType w:val="hybridMultilevel"/>
    <w:tmpl w:val="E270688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>
    <w:nsid w:val="71D6613B"/>
    <w:multiLevelType w:val="multilevel"/>
    <w:tmpl w:val="CEB6A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DE0DBE"/>
    <w:multiLevelType w:val="hybridMultilevel"/>
    <w:tmpl w:val="09DC9A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2D63E0"/>
    <w:rsid w:val="00007E96"/>
    <w:rsid w:val="000513AE"/>
    <w:rsid w:val="00091119"/>
    <w:rsid w:val="000F7606"/>
    <w:rsid w:val="00167B52"/>
    <w:rsid w:val="0018170F"/>
    <w:rsid w:val="001C1744"/>
    <w:rsid w:val="001D0F20"/>
    <w:rsid w:val="001E3E86"/>
    <w:rsid w:val="001F58D6"/>
    <w:rsid w:val="002037BB"/>
    <w:rsid w:val="002131A5"/>
    <w:rsid w:val="00244A81"/>
    <w:rsid w:val="002B1C71"/>
    <w:rsid w:val="002B7237"/>
    <w:rsid w:val="002D63E0"/>
    <w:rsid w:val="002D6C61"/>
    <w:rsid w:val="002E07FD"/>
    <w:rsid w:val="002F2440"/>
    <w:rsid w:val="003066C3"/>
    <w:rsid w:val="00331970"/>
    <w:rsid w:val="003564C2"/>
    <w:rsid w:val="00376675"/>
    <w:rsid w:val="00385CD9"/>
    <w:rsid w:val="00390F22"/>
    <w:rsid w:val="003A1791"/>
    <w:rsid w:val="003B0E67"/>
    <w:rsid w:val="003D06A2"/>
    <w:rsid w:val="004349A2"/>
    <w:rsid w:val="004A7139"/>
    <w:rsid w:val="004D6A17"/>
    <w:rsid w:val="004D7333"/>
    <w:rsid w:val="004E32A9"/>
    <w:rsid w:val="004F1BB6"/>
    <w:rsid w:val="00507375"/>
    <w:rsid w:val="005D2480"/>
    <w:rsid w:val="005E01AE"/>
    <w:rsid w:val="005E38CA"/>
    <w:rsid w:val="00635047"/>
    <w:rsid w:val="00666786"/>
    <w:rsid w:val="00674A16"/>
    <w:rsid w:val="00677841"/>
    <w:rsid w:val="006B0B7E"/>
    <w:rsid w:val="00710F3F"/>
    <w:rsid w:val="00760B46"/>
    <w:rsid w:val="00770C3E"/>
    <w:rsid w:val="007A6C2A"/>
    <w:rsid w:val="007B3EA9"/>
    <w:rsid w:val="007C36EC"/>
    <w:rsid w:val="007D753A"/>
    <w:rsid w:val="007E0704"/>
    <w:rsid w:val="007F69C9"/>
    <w:rsid w:val="00810864"/>
    <w:rsid w:val="00831FFB"/>
    <w:rsid w:val="00834398"/>
    <w:rsid w:val="0084291E"/>
    <w:rsid w:val="00855A5C"/>
    <w:rsid w:val="0086427A"/>
    <w:rsid w:val="00870354"/>
    <w:rsid w:val="00891279"/>
    <w:rsid w:val="008B742F"/>
    <w:rsid w:val="008C09E9"/>
    <w:rsid w:val="008E7C43"/>
    <w:rsid w:val="008F0B13"/>
    <w:rsid w:val="009000F2"/>
    <w:rsid w:val="0094054A"/>
    <w:rsid w:val="0095374E"/>
    <w:rsid w:val="009769BD"/>
    <w:rsid w:val="00977702"/>
    <w:rsid w:val="009C3D47"/>
    <w:rsid w:val="009C403F"/>
    <w:rsid w:val="009C4537"/>
    <w:rsid w:val="00A050ED"/>
    <w:rsid w:val="00A159EA"/>
    <w:rsid w:val="00A25200"/>
    <w:rsid w:val="00A73840"/>
    <w:rsid w:val="00A7670F"/>
    <w:rsid w:val="00A869BE"/>
    <w:rsid w:val="00AD4464"/>
    <w:rsid w:val="00AF2200"/>
    <w:rsid w:val="00B20BB9"/>
    <w:rsid w:val="00B320FB"/>
    <w:rsid w:val="00B3590C"/>
    <w:rsid w:val="00B523A6"/>
    <w:rsid w:val="00B727B2"/>
    <w:rsid w:val="00B93333"/>
    <w:rsid w:val="00B976ED"/>
    <w:rsid w:val="00BD648A"/>
    <w:rsid w:val="00BF353A"/>
    <w:rsid w:val="00C128C2"/>
    <w:rsid w:val="00C72458"/>
    <w:rsid w:val="00C74E91"/>
    <w:rsid w:val="00C867B7"/>
    <w:rsid w:val="00CA5492"/>
    <w:rsid w:val="00CC14A5"/>
    <w:rsid w:val="00D11BA2"/>
    <w:rsid w:val="00D17F40"/>
    <w:rsid w:val="00D402B3"/>
    <w:rsid w:val="00D4069B"/>
    <w:rsid w:val="00D42C82"/>
    <w:rsid w:val="00D76203"/>
    <w:rsid w:val="00D76ABE"/>
    <w:rsid w:val="00D814F5"/>
    <w:rsid w:val="00D914EE"/>
    <w:rsid w:val="00DB15DE"/>
    <w:rsid w:val="00DC6E0E"/>
    <w:rsid w:val="00DE7E62"/>
    <w:rsid w:val="00E6175F"/>
    <w:rsid w:val="00E6760E"/>
    <w:rsid w:val="00E722ED"/>
    <w:rsid w:val="00E80CB3"/>
    <w:rsid w:val="00E865FE"/>
    <w:rsid w:val="00E870BA"/>
    <w:rsid w:val="00EB22DA"/>
    <w:rsid w:val="00EB4016"/>
    <w:rsid w:val="00EE017B"/>
    <w:rsid w:val="00EF5F81"/>
    <w:rsid w:val="00F03A45"/>
    <w:rsid w:val="00F15E83"/>
    <w:rsid w:val="00F4160B"/>
    <w:rsid w:val="00F644E2"/>
    <w:rsid w:val="00F67333"/>
    <w:rsid w:val="00F73285"/>
    <w:rsid w:val="00F80899"/>
    <w:rsid w:val="00F81AFA"/>
    <w:rsid w:val="00FA3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D9"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rsid w:val="00385CD9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rsid w:val="00385CD9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rsid w:val="00385CD9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85CD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5CD9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rsid w:val="00385CD9"/>
    <w:pPr>
      <w:numPr>
        <w:numId w:val="1"/>
      </w:numPr>
    </w:pPr>
  </w:style>
  <w:style w:type="paragraph" w:customStyle="1" w:styleId="Bulleting">
    <w:name w:val="Bulleting."/>
    <w:basedOn w:val="Normal"/>
    <w:rsid w:val="00385CD9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sid w:val="00385CD9"/>
    <w:rPr>
      <w:spacing w:val="0"/>
      <w:position w:val="0"/>
      <w:sz w:val="20"/>
    </w:rPr>
  </w:style>
  <w:style w:type="paragraph" w:styleId="BodyText">
    <w:name w:val="Body Text"/>
    <w:basedOn w:val="Normal"/>
    <w:rsid w:val="00385CD9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E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C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402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Microsoft\Windows\Temporary%20Internet%20Files\Content.IE5\LOTTT397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71C98-8003-4AF1-A3C9-C79F4CA2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</Template>
  <TotalTime>3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Erik</cp:lastModifiedBy>
  <cp:revision>2</cp:revision>
  <cp:lastPrinted>2004-03-16T09:02:00Z</cp:lastPrinted>
  <dcterms:created xsi:type="dcterms:W3CDTF">2024-12-30T13:14:00Z</dcterms:created>
  <dcterms:modified xsi:type="dcterms:W3CDTF">2024-12-30T13:14:00Z</dcterms:modified>
</cp:coreProperties>
</file>